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535" w:rsidRPr="00F27998" w:rsidRDefault="001E0535" w:rsidP="00E91363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1E0535" w:rsidRPr="00FE1DF4" w:rsidRDefault="001E0535" w:rsidP="00FE1DF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E1DF4">
        <w:rPr>
          <w:rFonts w:ascii="Arial" w:hAnsi="Arial" w:cs="Arial"/>
          <w:b/>
          <w:bCs/>
          <w:sz w:val="24"/>
          <w:szCs w:val="24"/>
        </w:rPr>
        <w:t>Всероссийская олимпиада школьников по географии 2015-2016 учебный год</w:t>
      </w:r>
    </w:p>
    <w:p w:rsidR="001E0535" w:rsidRPr="00FE1DF4" w:rsidRDefault="001E0535" w:rsidP="00F2799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E1DF4">
        <w:rPr>
          <w:rFonts w:ascii="Arial" w:hAnsi="Arial" w:cs="Arial"/>
          <w:b/>
          <w:bCs/>
          <w:sz w:val="24"/>
          <w:szCs w:val="24"/>
        </w:rPr>
        <w:t>Школьный этап</w:t>
      </w:r>
    </w:p>
    <w:p w:rsidR="001E0535" w:rsidRPr="00FE1DF4" w:rsidRDefault="001E0535" w:rsidP="00F2799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 класс</w:t>
      </w:r>
      <w:r w:rsidRPr="00FE1DF4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1E0535" w:rsidRPr="00F27998" w:rsidRDefault="001E0535" w:rsidP="00F279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E0535" w:rsidRDefault="001E0535" w:rsidP="00F279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Время выполнения работы - 90 минут.</w:t>
      </w:r>
    </w:p>
    <w:p w:rsidR="001E0535" w:rsidRPr="00F27998" w:rsidRDefault="001E0535" w:rsidP="00F2799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Максимальный балл - 22</w:t>
      </w:r>
    </w:p>
    <w:p w:rsidR="001E0535" w:rsidRPr="00F27998" w:rsidRDefault="001E0535" w:rsidP="00F279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b/>
          <w:bCs/>
          <w:sz w:val="24"/>
          <w:szCs w:val="24"/>
        </w:rPr>
        <w:t>Не разрешается</w:t>
      </w:r>
      <w:r w:rsidRPr="00F27998">
        <w:rPr>
          <w:rFonts w:ascii="Arial" w:hAnsi="Arial" w:cs="Arial"/>
          <w:sz w:val="24"/>
          <w:szCs w:val="24"/>
        </w:rPr>
        <w:t xml:space="preserve"> пользоваться атласами и справочными данными. Удачи!</w:t>
      </w:r>
    </w:p>
    <w:p w:rsidR="001E0535" w:rsidRPr="00F27998" w:rsidRDefault="001E0535" w:rsidP="00F27998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1E0535" w:rsidRPr="00F27998" w:rsidRDefault="001E0535" w:rsidP="00E91363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1E0535" w:rsidRDefault="001E0535" w:rsidP="00E9136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FE1DF4">
        <w:rPr>
          <w:rFonts w:ascii="Arial" w:hAnsi="Arial" w:cs="Arial"/>
          <w:b/>
          <w:bCs/>
          <w:sz w:val="24"/>
          <w:szCs w:val="24"/>
          <w:u w:val="single"/>
        </w:rPr>
        <w:t>ТЕСТОВЫЙ РАУНД</w:t>
      </w:r>
    </w:p>
    <w:p w:rsidR="001E0535" w:rsidRPr="00FE1DF4" w:rsidRDefault="001E0535" w:rsidP="00E9136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1E0535" w:rsidRDefault="001E0535" w:rsidP="00E913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Выберите одно верное утверждение</w:t>
      </w:r>
    </w:p>
    <w:p w:rsidR="001E0535" w:rsidRPr="00F27998" w:rsidRDefault="001E0535" w:rsidP="00E913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E0535" w:rsidRPr="00F27998" w:rsidRDefault="001E0535" w:rsidP="00E913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Какой океан пересекается всеми меридианами?</w:t>
      </w:r>
      <w:r>
        <w:rPr>
          <w:rFonts w:ascii="Arial" w:hAnsi="Arial" w:cs="Arial"/>
          <w:sz w:val="24"/>
          <w:szCs w:val="24"/>
        </w:rPr>
        <w:t xml:space="preserve"> (1 балл)</w:t>
      </w:r>
    </w:p>
    <w:p w:rsidR="001E0535" w:rsidRPr="00F27998" w:rsidRDefault="001E0535" w:rsidP="00E91363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а) Тихий, б) Атлантический, в) Северный Ледовитый, г) Индийский.</w:t>
      </w:r>
    </w:p>
    <w:p w:rsidR="001E0535" w:rsidRPr="00F27998" w:rsidRDefault="001E0535" w:rsidP="00E91363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1E0535" w:rsidRPr="00F27998" w:rsidRDefault="001E0535" w:rsidP="00E913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Какой из материков пресекают оба тропика?</w:t>
      </w:r>
      <w:r w:rsidRPr="00FE1DF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(1 балл)</w:t>
      </w:r>
    </w:p>
    <w:p w:rsidR="001E0535" w:rsidRPr="00F27998" w:rsidRDefault="001E0535" w:rsidP="005A6CD1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а) Австралия, б) Южная Америка, в) Африка, г) Евразия.</w:t>
      </w:r>
    </w:p>
    <w:p w:rsidR="001E0535" w:rsidRPr="00F27998" w:rsidRDefault="001E0535" w:rsidP="005A6CD1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1E0535" w:rsidRPr="00F27998" w:rsidRDefault="001E0535" w:rsidP="00E913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Какие горы протянулись с севера на юг?</w:t>
      </w:r>
      <w:bookmarkStart w:id="0" w:name="_GoBack"/>
      <w:bookmarkEnd w:id="0"/>
      <w:r w:rsidRPr="00FE1DF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(1 балл)</w:t>
      </w:r>
    </w:p>
    <w:p w:rsidR="001E0535" w:rsidRPr="00F27998" w:rsidRDefault="001E0535" w:rsidP="005A6CD1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а) Кавказские, б) Алтай, в) Уральские, г) Саяны.</w:t>
      </w:r>
    </w:p>
    <w:p w:rsidR="001E0535" w:rsidRPr="00F27998" w:rsidRDefault="001E0535" w:rsidP="005A6CD1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1E0535" w:rsidRPr="00F27998" w:rsidRDefault="001E0535" w:rsidP="00E913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В каком направлении текут реки России, такие как Лена, Енисей, Обь?</w:t>
      </w:r>
      <w:r w:rsidRPr="00FE1DF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(1 балл)</w:t>
      </w:r>
    </w:p>
    <w:p w:rsidR="001E0535" w:rsidRPr="00F27998" w:rsidRDefault="001E0535" w:rsidP="005A6CD1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а) на север, б) на юг, в) на запад, г) на восток.</w:t>
      </w:r>
    </w:p>
    <w:p w:rsidR="001E0535" w:rsidRPr="00F27998" w:rsidRDefault="001E0535" w:rsidP="005A6CD1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1E0535" w:rsidRPr="00F27998" w:rsidRDefault="001E0535" w:rsidP="00E913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Какое из морей относится к бассейну Атлантического океана?</w:t>
      </w:r>
      <w:r w:rsidRPr="00FE1DF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(1 балл)</w:t>
      </w:r>
    </w:p>
    <w:p w:rsidR="001E0535" w:rsidRPr="00F27998" w:rsidRDefault="001E0535" w:rsidP="005A6CD1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а) Белое, б) Каспийское, в) Баренцево, г) Азовское.</w:t>
      </w:r>
    </w:p>
    <w:p w:rsidR="001E0535" w:rsidRPr="00F27998" w:rsidRDefault="001E0535" w:rsidP="005A6CD1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1E0535" w:rsidRPr="00F27998" w:rsidRDefault="001E0535" w:rsidP="00E913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Выберите верное утверждение о тундре</w:t>
      </w:r>
      <w:r>
        <w:rPr>
          <w:rFonts w:ascii="Arial" w:hAnsi="Arial" w:cs="Arial"/>
          <w:sz w:val="24"/>
          <w:szCs w:val="24"/>
        </w:rPr>
        <w:t xml:space="preserve"> (1 балл)</w:t>
      </w:r>
      <w:r w:rsidRPr="00F27998">
        <w:rPr>
          <w:rFonts w:ascii="Arial" w:hAnsi="Arial" w:cs="Arial"/>
          <w:sz w:val="24"/>
          <w:szCs w:val="24"/>
        </w:rPr>
        <w:t>:</w:t>
      </w:r>
    </w:p>
    <w:p w:rsidR="001E0535" w:rsidRPr="00F27998" w:rsidRDefault="001E0535" w:rsidP="005A6CD1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а) Зима в тундре долгая, но не суровая.</w:t>
      </w:r>
    </w:p>
    <w:p w:rsidR="001E0535" w:rsidRPr="00F27998" w:rsidRDefault="001E0535" w:rsidP="005A6CD1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б) Летом в тундре наступает полярный день.</w:t>
      </w:r>
    </w:p>
    <w:p w:rsidR="001E0535" w:rsidRPr="00F27998" w:rsidRDefault="001E0535" w:rsidP="005A6CD1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в) Круглый год в тундре дуют теплые ветры.</w:t>
      </w:r>
    </w:p>
    <w:p w:rsidR="001E0535" w:rsidRPr="00F27998" w:rsidRDefault="001E0535" w:rsidP="005A6CD1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1E0535" w:rsidRPr="00F27998" w:rsidRDefault="001E0535" w:rsidP="00251D0F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Выберите верное утверждение о тайге</w:t>
      </w:r>
      <w:r>
        <w:rPr>
          <w:rFonts w:ascii="Arial" w:hAnsi="Arial" w:cs="Arial"/>
          <w:sz w:val="24"/>
          <w:szCs w:val="24"/>
        </w:rPr>
        <w:t xml:space="preserve"> (1 балл)</w:t>
      </w:r>
      <w:r w:rsidRPr="00F27998">
        <w:rPr>
          <w:rFonts w:ascii="Arial" w:hAnsi="Arial" w:cs="Arial"/>
          <w:sz w:val="24"/>
          <w:szCs w:val="24"/>
        </w:rPr>
        <w:t>:</w:t>
      </w:r>
    </w:p>
    <w:p w:rsidR="001E0535" w:rsidRPr="00F27998" w:rsidRDefault="001E0535" w:rsidP="00251D0F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а) Тайга находится севернее тундры.</w:t>
      </w:r>
    </w:p>
    <w:p w:rsidR="001E0535" w:rsidRPr="00F27998" w:rsidRDefault="001E0535" w:rsidP="00251D0F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б) Летом поверхность земли оттаивает на большую глубину, чем в тундре.</w:t>
      </w:r>
    </w:p>
    <w:p w:rsidR="001E0535" w:rsidRPr="00F27998" w:rsidRDefault="001E0535" w:rsidP="00251D0F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в) Карликовая березка, ягель – типичные растения тайги.</w:t>
      </w:r>
    </w:p>
    <w:p w:rsidR="001E0535" w:rsidRPr="00F27998" w:rsidRDefault="001E0535" w:rsidP="00251D0F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1E0535" w:rsidRDefault="001E0535" w:rsidP="00251D0F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Выберите верное утверждение о смешанных и широколиственных лесах</w:t>
      </w:r>
      <w:r>
        <w:rPr>
          <w:rFonts w:ascii="Arial" w:hAnsi="Arial" w:cs="Arial"/>
          <w:sz w:val="24"/>
          <w:szCs w:val="24"/>
        </w:rPr>
        <w:t xml:space="preserve"> (1 балл)</w:t>
      </w:r>
      <w:r w:rsidRPr="00F27998">
        <w:rPr>
          <w:rFonts w:ascii="Arial" w:hAnsi="Arial" w:cs="Arial"/>
          <w:sz w:val="24"/>
          <w:szCs w:val="24"/>
        </w:rPr>
        <w:t>:</w:t>
      </w:r>
    </w:p>
    <w:p w:rsidR="001E0535" w:rsidRPr="00F27998" w:rsidRDefault="001E0535" w:rsidP="0099371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1E0535" w:rsidRPr="00F27998" w:rsidRDefault="001E0535" w:rsidP="00E6127F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а) Данная природная зона получает меньше тепла, чем тайга.</w:t>
      </w:r>
    </w:p>
    <w:p w:rsidR="001E0535" w:rsidRPr="00F27998" w:rsidRDefault="001E0535" w:rsidP="00E6127F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б) В данной зоне отсутствует многолетняя мерзлота.</w:t>
      </w:r>
    </w:p>
    <w:p w:rsidR="001E0535" w:rsidRPr="00F27998" w:rsidRDefault="001E0535" w:rsidP="00564451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в) Дуб, вяз, клен – относятся к мелколиственным деревьям.</w:t>
      </w:r>
    </w:p>
    <w:p w:rsidR="001E0535" w:rsidRPr="00F27998" w:rsidRDefault="001E0535" w:rsidP="00564451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1E0535" w:rsidRPr="00F27998" w:rsidRDefault="001E0535" w:rsidP="00E6127F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Выберите верное утверждение о степи</w:t>
      </w:r>
      <w:r>
        <w:rPr>
          <w:rFonts w:ascii="Arial" w:hAnsi="Arial" w:cs="Arial"/>
          <w:sz w:val="24"/>
          <w:szCs w:val="24"/>
        </w:rPr>
        <w:t xml:space="preserve"> (1 балл)</w:t>
      </w:r>
      <w:r w:rsidRPr="00F27998">
        <w:rPr>
          <w:rFonts w:ascii="Arial" w:hAnsi="Arial" w:cs="Arial"/>
          <w:sz w:val="24"/>
          <w:szCs w:val="24"/>
        </w:rPr>
        <w:t>:</w:t>
      </w:r>
    </w:p>
    <w:p w:rsidR="001E0535" w:rsidRPr="00F27998" w:rsidRDefault="001E0535" w:rsidP="00564451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а) В степи выпадает больше осадков, чем в лесной зоне.</w:t>
      </w:r>
    </w:p>
    <w:p w:rsidR="001E0535" w:rsidRPr="00F27998" w:rsidRDefault="001E0535" w:rsidP="00564451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б) Степь является самой неизмененной человеком природной зоной.</w:t>
      </w:r>
    </w:p>
    <w:p w:rsidR="001E0535" w:rsidRPr="00F27998" w:rsidRDefault="001E0535" w:rsidP="00564451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в) Дрофа, суслики, ковыль – типичные обитатели степи.</w:t>
      </w:r>
    </w:p>
    <w:p w:rsidR="001E0535" w:rsidRDefault="001E0535" w:rsidP="00564451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1E0535" w:rsidRPr="00F27998" w:rsidRDefault="001E0535" w:rsidP="00564451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1E0535" w:rsidRDefault="001E0535" w:rsidP="00E913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Найдите соответствие</w:t>
      </w:r>
      <w:r>
        <w:rPr>
          <w:rFonts w:ascii="Arial" w:hAnsi="Arial" w:cs="Arial"/>
          <w:sz w:val="24"/>
          <w:szCs w:val="24"/>
        </w:rPr>
        <w:t xml:space="preserve"> (Максимально 3 балла)</w:t>
      </w:r>
      <w:r w:rsidRPr="00F27998">
        <w:rPr>
          <w:rFonts w:ascii="Arial" w:hAnsi="Arial" w:cs="Arial"/>
          <w:sz w:val="24"/>
          <w:szCs w:val="24"/>
        </w:rPr>
        <w:t xml:space="preserve">: </w:t>
      </w:r>
    </w:p>
    <w:p w:rsidR="001E0535" w:rsidRPr="00F27998" w:rsidRDefault="001E0535" w:rsidP="00FE1DF4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Местообитания – обитатели</w:t>
      </w:r>
    </w:p>
    <w:p w:rsidR="001E0535" w:rsidRPr="00F27998" w:rsidRDefault="001E0535" w:rsidP="009C23E9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3368"/>
        <w:gridCol w:w="5919"/>
      </w:tblGrid>
      <w:tr w:rsidR="001E0535" w:rsidRPr="00AC21F2">
        <w:tc>
          <w:tcPr>
            <w:tcW w:w="3368" w:type="dxa"/>
          </w:tcPr>
          <w:p w:rsidR="001E0535" w:rsidRPr="00AC21F2" w:rsidRDefault="001E0535" w:rsidP="00AC21F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C21F2">
              <w:rPr>
                <w:rFonts w:ascii="Arial" w:hAnsi="Arial" w:cs="Arial"/>
                <w:sz w:val="24"/>
                <w:szCs w:val="24"/>
              </w:rPr>
              <w:t>Местообитания</w:t>
            </w:r>
          </w:p>
        </w:tc>
        <w:tc>
          <w:tcPr>
            <w:tcW w:w="5919" w:type="dxa"/>
          </w:tcPr>
          <w:p w:rsidR="001E0535" w:rsidRPr="00AC21F2" w:rsidRDefault="001E0535" w:rsidP="00AC21F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C21F2">
              <w:rPr>
                <w:rFonts w:ascii="Arial" w:hAnsi="Arial" w:cs="Arial"/>
                <w:sz w:val="24"/>
                <w:szCs w:val="24"/>
              </w:rPr>
              <w:t>Обитатели</w:t>
            </w:r>
          </w:p>
        </w:tc>
      </w:tr>
      <w:tr w:rsidR="001E0535" w:rsidRPr="00AC21F2">
        <w:tc>
          <w:tcPr>
            <w:tcW w:w="3368" w:type="dxa"/>
          </w:tcPr>
          <w:p w:rsidR="001E0535" w:rsidRPr="00AC21F2" w:rsidRDefault="001E0535" w:rsidP="00AC21F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21F2">
              <w:rPr>
                <w:rFonts w:ascii="Arial" w:hAnsi="Arial" w:cs="Arial"/>
                <w:sz w:val="24"/>
                <w:szCs w:val="24"/>
              </w:rPr>
              <w:t>1. Пресный водоем</w:t>
            </w:r>
          </w:p>
        </w:tc>
        <w:tc>
          <w:tcPr>
            <w:tcW w:w="5919" w:type="dxa"/>
          </w:tcPr>
          <w:p w:rsidR="001E0535" w:rsidRPr="00AC21F2" w:rsidRDefault="001E0535" w:rsidP="00AC21F2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21F2">
              <w:rPr>
                <w:rFonts w:ascii="Arial" w:hAnsi="Arial" w:cs="Arial"/>
                <w:sz w:val="24"/>
                <w:szCs w:val="24"/>
              </w:rPr>
              <w:t>А) росянка, клюква, торф</w:t>
            </w:r>
          </w:p>
        </w:tc>
      </w:tr>
      <w:tr w:rsidR="001E0535" w:rsidRPr="00AC21F2">
        <w:tc>
          <w:tcPr>
            <w:tcW w:w="3368" w:type="dxa"/>
          </w:tcPr>
          <w:p w:rsidR="001E0535" w:rsidRPr="00AC21F2" w:rsidRDefault="001E0535" w:rsidP="00AC21F2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21F2">
              <w:rPr>
                <w:rFonts w:ascii="Arial" w:hAnsi="Arial" w:cs="Arial"/>
                <w:sz w:val="24"/>
                <w:szCs w:val="24"/>
              </w:rPr>
              <w:t xml:space="preserve">2. Луг </w:t>
            </w:r>
          </w:p>
        </w:tc>
        <w:tc>
          <w:tcPr>
            <w:tcW w:w="5919" w:type="dxa"/>
          </w:tcPr>
          <w:p w:rsidR="001E0535" w:rsidRPr="00AC21F2" w:rsidRDefault="001E0535" w:rsidP="00AC21F2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21F2">
              <w:rPr>
                <w:rFonts w:ascii="Arial" w:hAnsi="Arial" w:cs="Arial"/>
                <w:sz w:val="24"/>
                <w:szCs w:val="24"/>
              </w:rPr>
              <w:t>Б) бобр, цапля, камыш</w:t>
            </w:r>
          </w:p>
        </w:tc>
      </w:tr>
      <w:tr w:rsidR="001E0535" w:rsidRPr="00AC21F2">
        <w:tc>
          <w:tcPr>
            <w:tcW w:w="3368" w:type="dxa"/>
          </w:tcPr>
          <w:p w:rsidR="001E0535" w:rsidRPr="00AC21F2" w:rsidRDefault="001E0535" w:rsidP="00AC21F2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21F2">
              <w:rPr>
                <w:rFonts w:ascii="Arial" w:hAnsi="Arial" w:cs="Arial"/>
                <w:sz w:val="24"/>
                <w:szCs w:val="24"/>
              </w:rPr>
              <w:t xml:space="preserve">3. Болото </w:t>
            </w:r>
          </w:p>
        </w:tc>
        <w:tc>
          <w:tcPr>
            <w:tcW w:w="5919" w:type="dxa"/>
          </w:tcPr>
          <w:p w:rsidR="001E0535" w:rsidRPr="00AC21F2" w:rsidRDefault="001E0535" w:rsidP="00AC21F2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21F2">
              <w:rPr>
                <w:rFonts w:ascii="Arial" w:hAnsi="Arial" w:cs="Arial"/>
                <w:sz w:val="24"/>
                <w:szCs w:val="24"/>
              </w:rPr>
              <w:t>В) ящерица, трясогузка, мышиный горошек</w:t>
            </w:r>
          </w:p>
        </w:tc>
      </w:tr>
    </w:tbl>
    <w:p w:rsidR="001E0535" w:rsidRPr="00F27998" w:rsidRDefault="001E0535" w:rsidP="00E91363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1E0535" w:rsidRPr="00FE1DF4" w:rsidRDefault="001E0535" w:rsidP="00FE1DF4">
      <w:pPr>
        <w:pStyle w:val="ListParagraph"/>
        <w:spacing w:after="0" w:line="240" w:lineRule="auto"/>
        <w:ind w:left="284"/>
        <w:jc w:val="center"/>
        <w:rPr>
          <w:rFonts w:ascii="Arial" w:hAnsi="Arial" w:cs="Arial"/>
          <w:b/>
          <w:bCs/>
          <w:sz w:val="24"/>
          <w:szCs w:val="24"/>
        </w:rPr>
      </w:pPr>
      <w:r w:rsidRPr="00FE1DF4">
        <w:rPr>
          <w:rFonts w:ascii="Arial" w:hAnsi="Arial" w:cs="Arial"/>
          <w:b/>
          <w:bCs/>
          <w:sz w:val="24"/>
          <w:szCs w:val="24"/>
        </w:rPr>
        <w:t>АНАЛИТИЧЕСКИЙ РАУНД</w:t>
      </w:r>
    </w:p>
    <w:p w:rsidR="001E0535" w:rsidRDefault="001E0535" w:rsidP="00FE1DF4">
      <w:pPr>
        <w:pStyle w:val="ListParagraph"/>
        <w:spacing w:after="0" w:line="240" w:lineRule="auto"/>
        <w:ind w:left="284"/>
        <w:jc w:val="center"/>
        <w:rPr>
          <w:rFonts w:ascii="Arial" w:hAnsi="Arial" w:cs="Arial"/>
          <w:sz w:val="24"/>
          <w:szCs w:val="24"/>
        </w:rPr>
      </w:pPr>
    </w:p>
    <w:p w:rsidR="001E0535" w:rsidRPr="00F27998" w:rsidRDefault="001E0535" w:rsidP="00FE1DF4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E1DF4">
        <w:rPr>
          <w:rFonts w:ascii="Arial" w:hAnsi="Arial" w:cs="Arial"/>
          <w:b/>
          <w:bCs/>
          <w:sz w:val="24"/>
          <w:szCs w:val="24"/>
        </w:rPr>
        <w:t xml:space="preserve">Задание 1. </w:t>
      </w:r>
      <w:r w:rsidRPr="00F27998">
        <w:rPr>
          <w:rFonts w:ascii="Arial" w:hAnsi="Arial" w:cs="Arial"/>
          <w:sz w:val="24"/>
          <w:szCs w:val="24"/>
        </w:rPr>
        <w:t xml:space="preserve">Максимум баллов, который можно набрать за выполнение данного задания – 10 баллов. </w:t>
      </w:r>
    </w:p>
    <w:p w:rsidR="001E0535" w:rsidRPr="00F27998" w:rsidRDefault="001E0535" w:rsidP="00FE1DF4">
      <w:pPr>
        <w:pStyle w:val="ListParagraph"/>
        <w:spacing w:after="0" w:line="240" w:lineRule="auto"/>
        <w:ind w:left="284" w:firstLine="425"/>
        <w:rPr>
          <w:rFonts w:ascii="Arial" w:hAnsi="Arial" w:cs="Arial"/>
          <w:sz w:val="24"/>
          <w:szCs w:val="24"/>
        </w:rPr>
      </w:pPr>
    </w:p>
    <w:p w:rsidR="001E0535" w:rsidRPr="00F27998" w:rsidRDefault="001E0535" w:rsidP="000E3F0C">
      <w:pPr>
        <w:pStyle w:val="ListParagraph"/>
        <w:spacing w:after="0" w:line="240" w:lineRule="auto"/>
        <w:ind w:left="284" w:firstLine="425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Эти природные объекты имеют различное происхождение: могут быть вулканическими, материковыми, коралловыми. Располагаются по одиночке либо образуют группы. По размерам среди них есть большие и маленькие. На некоторых из них располагаются государства.</w:t>
      </w:r>
    </w:p>
    <w:p w:rsidR="001E0535" w:rsidRPr="00F27998" w:rsidRDefault="001E0535" w:rsidP="000E3F0C">
      <w:pPr>
        <w:pStyle w:val="ListParagraph"/>
        <w:spacing w:after="0" w:line="240" w:lineRule="auto"/>
        <w:ind w:left="284" w:firstLine="425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Как вы думаете, о каком природном объекте идет речь? (2 балла)</w:t>
      </w:r>
    </w:p>
    <w:p w:rsidR="001E0535" w:rsidRPr="00F27998" w:rsidRDefault="001E0535" w:rsidP="000E3F0C">
      <w:pPr>
        <w:pStyle w:val="ListParagraph"/>
        <w:spacing w:after="0" w:line="240" w:lineRule="auto"/>
        <w:ind w:left="284" w:firstLine="425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 xml:space="preserve"> Как называется группа этих объектов? (2 балла)</w:t>
      </w:r>
    </w:p>
    <w:p w:rsidR="001E0535" w:rsidRPr="00F27998" w:rsidRDefault="001E0535" w:rsidP="000E3F0C">
      <w:pPr>
        <w:pStyle w:val="ListParagraph"/>
        <w:spacing w:after="0" w:line="240" w:lineRule="auto"/>
        <w:ind w:left="284" w:firstLine="425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Как называется самый большой из всех, существующих на Земле? (2 балла) Где он расположен? (2 балла)</w:t>
      </w:r>
    </w:p>
    <w:p w:rsidR="001E0535" w:rsidRPr="00F27998" w:rsidRDefault="001E0535" w:rsidP="000E3F0C">
      <w:pPr>
        <w:pStyle w:val="ListParagraph"/>
        <w:spacing w:after="0" w:line="240" w:lineRule="auto"/>
        <w:ind w:left="284" w:firstLine="425"/>
        <w:rPr>
          <w:rFonts w:ascii="Arial" w:hAnsi="Arial" w:cs="Arial"/>
          <w:sz w:val="24"/>
          <w:szCs w:val="24"/>
        </w:rPr>
      </w:pPr>
      <w:r w:rsidRPr="00F27998">
        <w:rPr>
          <w:rFonts w:ascii="Arial" w:hAnsi="Arial" w:cs="Arial"/>
          <w:sz w:val="24"/>
          <w:szCs w:val="24"/>
        </w:rPr>
        <w:t>Назовите любой (какой знаете) из тех, которые относятся к России. (2 балла).</w:t>
      </w:r>
    </w:p>
    <w:p w:rsidR="001E0535" w:rsidRPr="00F27998" w:rsidRDefault="001E0535">
      <w:pPr>
        <w:jc w:val="right"/>
        <w:rPr>
          <w:rFonts w:cs="Times New Roman"/>
        </w:rPr>
      </w:pPr>
    </w:p>
    <w:sectPr w:rsidR="001E0535" w:rsidRPr="00F27998" w:rsidSect="00134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96A03"/>
    <w:multiLevelType w:val="hybridMultilevel"/>
    <w:tmpl w:val="A3B83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0AEC"/>
    <w:rsid w:val="000574A0"/>
    <w:rsid w:val="0007666E"/>
    <w:rsid w:val="000E3F0C"/>
    <w:rsid w:val="00134FC5"/>
    <w:rsid w:val="001E0535"/>
    <w:rsid w:val="00251D0F"/>
    <w:rsid w:val="00564451"/>
    <w:rsid w:val="00570AEC"/>
    <w:rsid w:val="005A6CD1"/>
    <w:rsid w:val="006C0769"/>
    <w:rsid w:val="007D0205"/>
    <w:rsid w:val="008277E3"/>
    <w:rsid w:val="008C5FDF"/>
    <w:rsid w:val="00960789"/>
    <w:rsid w:val="00993715"/>
    <w:rsid w:val="009C23E9"/>
    <w:rsid w:val="00A6507D"/>
    <w:rsid w:val="00AC21F2"/>
    <w:rsid w:val="00B9680B"/>
    <w:rsid w:val="00BC5251"/>
    <w:rsid w:val="00BE446C"/>
    <w:rsid w:val="00C15734"/>
    <w:rsid w:val="00C3548E"/>
    <w:rsid w:val="00CB486B"/>
    <w:rsid w:val="00D06B4D"/>
    <w:rsid w:val="00E6127F"/>
    <w:rsid w:val="00E91363"/>
    <w:rsid w:val="00F27998"/>
    <w:rsid w:val="00F94424"/>
    <w:rsid w:val="00FD42D8"/>
    <w:rsid w:val="00FE1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363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91363"/>
    <w:pPr>
      <w:ind w:left="720"/>
    </w:pPr>
  </w:style>
  <w:style w:type="table" w:styleId="TableGrid">
    <w:name w:val="Table Grid"/>
    <w:basedOn w:val="TableNormal"/>
    <w:uiPriority w:val="99"/>
    <w:rsid w:val="0096078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6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2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2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283</TotalTime>
  <Pages>2</Pages>
  <Words>384</Words>
  <Characters>2192</Characters>
  <Application>Microsoft Office Outlook</Application>
  <DocSecurity>0</DocSecurity>
  <Lines>0</Lines>
  <Paragraphs>0</Paragraphs>
  <ScaleCrop>false</ScaleCrop>
  <Company>DNS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Klass21</cp:lastModifiedBy>
  <cp:revision>7</cp:revision>
  <dcterms:created xsi:type="dcterms:W3CDTF">2015-09-28T19:54:00Z</dcterms:created>
  <dcterms:modified xsi:type="dcterms:W3CDTF">2015-09-30T07:58:00Z</dcterms:modified>
</cp:coreProperties>
</file>